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2AB" w:rsidRPr="00B452CC" w:rsidRDefault="008D42AB" w:rsidP="00826F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2CC">
        <w:rPr>
          <w:rFonts w:ascii="Times New Roman" w:hAnsi="Times New Roman"/>
          <w:sz w:val="24"/>
          <w:szCs w:val="24"/>
        </w:rPr>
        <w:t xml:space="preserve">             На основу чл. 13 и 14. Закона о локалним изборима („Службени гласник Републике Србије „ број 129/07, 34/10-Одлука УС и 54/11) и члана 33. Статута града Врања („Службени гласник града Врања“, број 37/18), Скупштина града Врања, на седници одржаној 11.03.2019..године, донела је</w:t>
      </w:r>
    </w:p>
    <w:p w:rsidR="008D42AB" w:rsidRPr="00B452CC" w:rsidRDefault="008D42AB" w:rsidP="00826F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42AB" w:rsidRPr="00B452CC" w:rsidRDefault="008D42AB" w:rsidP="00BC3B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52CC">
        <w:rPr>
          <w:rFonts w:ascii="Times New Roman" w:hAnsi="Times New Roman"/>
          <w:sz w:val="24"/>
          <w:szCs w:val="24"/>
        </w:rPr>
        <w:t xml:space="preserve"> </w:t>
      </w:r>
    </w:p>
    <w:p w:rsidR="008D42AB" w:rsidRPr="00B452CC" w:rsidRDefault="008D42AB" w:rsidP="00BC3B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52CC">
        <w:rPr>
          <w:rFonts w:ascii="Times New Roman" w:hAnsi="Times New Roman"/>
          <w:b/>
          <w:sz w:val="24"/>
          <w:szCs w:val="24"/>
        </w:rPr>
        <w:t>Р Е Ш Е Њ Е</w:t>
      </w:r>
    </w:p>
    <w:p w:rsidR="008D42AB" w:rsidRPr="00B452CC" w:rsidRDefault="008D42AB" w:rsidP="00BC3B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52CC">
        <w:rPr>
          <w:rFonts w:ascii="Times New Roman" w:hAnsi="Times New Roman"/>
          <w:b/>
          <w:sz w:val="24"/>
          <w:szCs w:val="24"/>
        </w:rPr>
        <w:t>О ПРЕСТАНКУ ДУЖНОСТИ ЗАМЕНИКА СЕКРЕТАРА</w:t>
      </w:r>
    </w:p>
    <w:p w:rsidR="008D42AB" w:rsidRPr="00B452CC" w:rsidRDefault="008D42AB" w:rsidP="00BC3B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52CC">
        <w:rPr>
          <w:rFonts w:ascii="Times New Roman" w:hAnsi="Times New Roman"/>
          <w:b/>
          <w:sz w:val="24"/>
          <w:szCs w:val="24"/>
        </w:rPr>
        <w:t>ГРАДСКЕ ИЗБОРНЕ КОМИСИЈЕ У СТАЛНОМ САСТАВУ</w:t>
      </w:r>
    </w:p>
    <w:p w:rsidR="008D42AB" w:rsidRPr="00B452CC" w:rsidRDefault="008D42AB" w:rsidP="00B019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42AB" w:rsidRPr="00B452CC" w:rsidRDefault="008D42AB" w:rsidP="00BC3B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42AB" w:rsidRDefault="008D42AB" w:rsidP="00BC3B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52CC">
        <w:rPr>
          <w:rFonts w:ascii="Times New Roman" w:hAnsi="Times New Roman"/>
          <w:sz w:val="24"/>
          <w:szCs w:val="24"/>
        </w:rPr>
        <w:t xml:space="preserve">                                                                          Члан 1.</w:t>
      </w:r>
    </w:p>
    <w:p w:rsidR="008D42AB" w:rsidRPr="00B452CC" w:rsidRDefault="008D42AB" w:rsidP="00BC3B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42AB" w:rsidRPr="00B452CC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2CC">
        <w:rPr>
          <w:rFonts w:ascii="Times New Roman" w:hAnsi="Times New Roman"/>
          <w:sz w:val="24"/>
          <w:szCs w:val="24"/>
        </w:rPr>
        <w:t xml:space="preserve">          Добрију Спасићу из Врања, дипл.правнику у пензији, престаје дужност заменика секретара Градске Изборне комисије у сталном саставу, пре истека времена на који је именован,  услед наступања смрти. </w:t>
      </w:r>
    </w:p>
    <w:p w:rsidR="008D42AB" w:rsidRPr="00B452CC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2AB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2CC">
        <w:rPr>
          <w:rFonts w:ascii="Times New Roman" w:hAnsi="Times New Roman"/>
          <w:sz w:val="24"/>
          <w:szCs w:val="24"/>
        </w:rPr>
        <w:t xml:space="preserve">                                                                          Члан 2.</w:t>
      </w:r>
    </w:p>
    <w:p w:rsidR="008D42AB" w:rsidRPr="00B452CC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2AB" w:rsidRPr="00B452CC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2CC">
        <w:rPr>
          <w:rFonts w:ascii="Times New Roman" w:hAnsi="Times New Roman"/>
          <w:sz w:val="24"/>
          <w:szCs w:val="24"/>
        </w:rPr>
        <w:t xml:space="preserve">          Решење ступа на снагу даном доношења.</w:t>
      </w:r>
    </w:p>
    <w:p w:rsidR="008D42AB" w:rsidRPr="00B452CC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2AB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2CC">
        <w:rPr>
          <w:rFonts w:ascii="Times New Roman" w:hAnsi="Times New Roman"/>
          <w:sz w:val="24"/>
          <w:szCs w:val="24"/>
        </w:rPr>
        <w:t xml:space="preserve">                                                                          Члан 3.</w:t>
      </w:r>
    </w:p>
    <w:p w:rsidR="008D42AB" w:rsidRPr="00B452CC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2AB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2CC">
        <w:rPr>
          <w:rFonts w:ascii="Times New Roman" w:hAnsi="Times New Roman"/>
          <w:sz w:val="24"/>
          <w:szCs w:val="24"/>
        </w:rPr>
        <w:t xml:space="preserve">          Решење објавити у Службеном гласнику града Врања.</w:t>
      </w:r>
    </w:p>
    <w:p w:rsidR="008D42AB" w:rsidRPr="00B452CC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2AB" w:rsidRPr="00B452CC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2AB" w:rsidRPr="00B452CC" w:rsidRDefault="008D42AB" w:rsidP="00C13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2AB" w:rsidRPr="00B452CC" w:rsidRDefault="008D42AB" w:rsidP="00BC3B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42AB" w:rsidRPr="00B452CC" w:rsidRDefault="008D42AB" w:rsidP="00BC3B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452CC">
        <w:rPr>
          <w:rFonts w:ascii="Times New Roman" w:hAnsi="Times New Roman"/>
          <w:b/>
          <w:sz w:val="24"/>
          <w:szCs w:val="24"/>
          <w:lang w:val="sr-Cyrl-CS"/>
        </w:rPr>
        <w:t>СКУПШТИНА ГРАДА ВРАЊА</w:t>
      </w:r>
    </w:p>
    <w:p w:rsidR="008D42AB" w:rsidRPr="00B452CC" w:rsidRDefault="008D42AB" w:rsidP="00BC3B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52CC">
        <w:rPr>
          <w:rFonts w:ascii="Times New Roman" w:hAnsi="Times New Roman"/>
          <w:b/>
          <w:sz w:val="24"/>
          <w:szCs w:val="24"/>
        </w:rPr>
        <w:t>11.03.2019.</w:t>
      </w:r>
      <w:r w:rsidRPr="00B452CC">
        <w:rPr>
          <w:rFonts w:ascii="Times New Roman" w:hAnsi="Times New Roman"/>
          <w:b/>
          <w:sz w:val="24"/>
          <w:szCs w:val="24"/>
          <w:lang w:val="sr-Cyrl-CS"/>
        </w:rPr>
        <w:t xml:space="preserve">године, број: </w:t>
      </w:r>
      <w:r w:rsidRPr="00B452CC">
        <w:rPr>
          <w:rFonts w:ascii="Times New Roman" w:hAnsi="Times New Roman"/>
          <w:b/>
          <w:sz w:val="24"/>
          <w:szCs w:val="24"/>
        </w:rPr>
        <w:t>02-55/2019-10</w:t>
      </w:r>
    </w:p>
    <w:p w:rsidR="008D42AB" w:rsidRPr="00B452CC" w:rsidRDefault="008D42AB" w:rsidP="00BC3B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42AB" w:rsidRPr="00B452CC" w:rsidRDefault="008D42AB" w:rsidP="00BC3B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D42AB" w:rsidRPr="00D430A6" w:rsidRDefault="008D42AB" w:rsidP="00BC3B95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  <w:r w:rsidRPr="00D430A6">
        <w:rPr>
          <w:rFonts w:ascii="Times New Roman" w:hAnsi="Times New Roman"/>
          <w:b/>
          <w:lang w:val="sr-Cyrl-CS"/>
        </w:rPr>
        <w:t xml:space="preserve">                                                                   </w:t>
      </w:r>
    </w:p>
    <w:p w:rsidR="008D42AB" w:rsidRPr="00B452CC" w:rsidRDefault="008D42AB" w:rsidP="00BC3B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430A6">
        <w:rPr>
          <w:rFonts w:ascii="Times New Roman" w:hAnsi="Times New Roman"/>
          <w:b/>
          <w:lang w:val="sr-Cyrl-CS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</w:t>
      </w:r>
      <w:r w:rsidRPr="00B452CC">
        <w:rPr>
          <w:rFonts w:ascii="Times New Roman" w:hAnsi="Times New Roman"/>
          <w:b/>
          <w:sz w:val="24"/>
          <w:szCs w:val="24"/>
          <w:lang w:val="sr-Cyrl-CS"/>
        </w:rPr>
        <w:t>ПРЕДСЕДНИК СКУПШТИНЕ</w:t>
      </w:r>
    </w:p>
    <w:p w:rsidR="008D42AB" w:rsidRDefault="008D42AB" w:rsidP="00BC3B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52CC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</w:t>
      </w:r>
      <w:r w:rsidRPr="00B452CC">
        <w:rPr>
          <w:rFonts w:ascii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B452CC">
        <w:rPr>
          <w:rFonts w:ascii="Times New Roman" w:hAnsi="Times New Roman"/>
          <w:b/>
          <w:sz w:val="24"/>
          <w:szCs w:val="24"/>
          <w:lang w:val="sr-Cyrl-CS"/>
        </w:rPr>
        <w:t xml:space="preserve">Дејан Тричковић, </w:t>
      </w:r>
      <w:r w:rsidRPr="00B452CC">
        <w:rPr>
          <w:rFonts w:ascii="Times New Roman" w:hAnsi="Times New Roman"/>
          <w:b/>
          <w:sz w:val="24"/>
          <w:szCs w:val="24"/>
        </w:rPr>
        <w:t>спец.двм</w:t>
      </w:r>
      <w:r>
        <w:rPr>
          <w:rFonts w:ascii="Times New Roman" w:hAnsi="Times New Roman"/>
          <w:b/>
          <w:sz w:val="24"/>
          <w:szCs w:val="24"/>
        </w:rPr>
        <w:t>,с.р.</w:t>
      </w:r>
    </w:p>
    <w:p w:rsidR="008D42AB" w:rsidRDefault="008D42AB" w:rsidP="0050373D">
      <w:pPr>
        <w:ind w:left="360"/>
        <w:jc w:val="both"/>
        <w:rPr>
          <w:b/>
        </w:rPr>
      </w:pPr>
    </w:p>
    <w:p w:rsidR="008D42AB" w:rsidRPr="0050373D" w:rsidRDefault="008D42AB" w:rsidP="0050373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0373D">
        <w:rPr>
          <w:rFonts w:ascii="Times New Roman" w:hAnsi="Times New Roman"/>
          <w:b/>
          <w:sz w:val="24"/>
          <w:szCs w:val="24"/>
        </w:rPr>
        <w:t xml:space="preserve">ТАЧНОСТ ПРЕПИСА ОВЕРАВА:                    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50373D">
        <w:rPr>
          <w:rFonts w:ascii="Times New Roman" w:hAnsi="Times New Roman"/>
          <w:b/>
          <w:sz w:val="24"/>
          <w:szCs w:val="24"/>
        </w:rPr>
        <w:t>СЕКРЕТАР СКУПШТИНЕ</w:t>
      </w:r>
    </w:p>
    <w:p w:rsidR="008D42AB" w:rsidRPr="0050373D" w:rsidRDefault="008D42AB" w:rsidP="0050373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0373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0373D">
        <w:rPr>
          <w:rFonts w:ascii="Times New Roman" w:hAnsi="Times New Roman"/>
          <w:b/>
          <w:sz w:val="24"/>
          <w:szCs w:val="24"/>
        </w:rPr>
        <w:t>Марко Тричковић</w:t>
      </w:r>
    </w:p>
    <w:p w:rsidR="008D42AB" w:rsidRPr="00B452CC" w:rsidRDefault="008D42AB" w:rsidP="00BC3B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D42AB" w:rsidRPr="00B452CC" w:rsidRDefault="008D42AB" w:rsidP="00BC3B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D42AB" w:rsidRDefault="008D42AB" w:rsidP="009F37D3">
      <w:pPr>
        <w:jc w:val="both"/>
        <w:rPr>
          <w:rFonts w:ascii="Times New Roman" w:hAnsi="Times New Roman"/>
          <w:b/>
        </w:rPr>
      </w:pPr>
    </w:p>
    <w:p w:rsidR="008D42AB" w:rsidRDefault="008D42AB" w:rsidP="009F37D3">
      <w:pPr>
        <w:jc w:val="both"/>
        <w:rPr>
          <w:rFonts w:ascii="Times New Roman" w:hAnsi="Times New Roman"/>
          <w:b/>
        </w:rPr>
      </w:pPr>
    </w:p>
    <w:p w:rsidR="008D42AB" w:rsidRPr="00D430A6" w:rsidRDefault="008D42AB" w:rsidP="00D31145">
      <w:pPr>
        <w:rPr>
          <w:rFonts w:ascii="Times New Roman" w:hAnsi="Times New Roman"/>
        </w:rPr>
      </w:pPr>
    </w:p>
    <w:p w:rsidR="008D42AB" w:rsidRPr="0050373D" w:rsidRDefault="008D42AB" w:rsidP="00D3114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0373D">
        <w:rPr>
          <w:rFonts w:ascii="Times New Roman" w:hAnsi="Times New Roman"/>
          <w:sz w:val="24"/>
          <w:szCs w:val="24"/>
          <w:lang w:val="sr-Cyrl-CS"/>
        </w:rPr>
        <w:t xml:space="preserve">На основу чл.13. и 14. Закона о локалним изборима („Службени гласник Републике Србије“, број 129/07, 34/10-Одлука УС и 54/11) и члана 33. став 1. тачка 65). Статута града Врања  („Службени гласник града Врања“, број 37/18), Скупштина града Врања, на седници одржаној </w:t>
      </w:r>
      <w:r>
        <w:rPr>
          <w:rFonts w:ascii="Times New Roman" w:hAnsi="Times New Roman"/>
          <w:sz w:val="24"/>
          <w:szCs w:val="24"/>
        </w:rPr>
        <w:t>11.03.2019</w:t>
      </w:r>
      <w:r w:rsidRPr="0050373D">
        <w:rPr>
          <w:rFonts w:ascii="Times New Roman" w:hAnsi="Times New Roman"/>
          <w:sz w:val="24"/>
          <w:szCs w:val="24"/>
          <w:lang w:val="sr-Cyrl-CS"/>
        </w:rPr>
        <w:t>.године, донела је</w:t>
      </w:r>
    </w:p>
    <w:p w:rsidR="008D42AB" w:rsidRPr="0050373D" w:rsidRDefault="008D42AB" w:rsidP="00826F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42AB" w:rsidRPr="0050373D" w:rsidRDefault="008D42AB" w:rsidP="00826F7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D42AB" w:rsidRPr="0050373D" w:rsidRDefault="008D42AB" w:rsidP="00826F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373D">
        <w:rPr>
          <w:rFonts w:ascii="Times New Roman" w:hAnsi="Times New Roman"/>
          <w:b/>
          <w:sz w:val="24"/>
          <w:szCs w:val="24"/>
          <w:lang w:val="sr-Cyrl-CS"/>
        </w:rPr>
        <w:t>Р   Е   Ш   Е   Њ   Е</w:t>
      </w:r>
    </w:p>
    <w:p w:rsidR="008D42AB" w:rsidRPr="0050373D" w:rsidRDefault="008D42AB" w:rsidP="00826F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373D">
        <w:rPr>
          <w:rFonts w:ascii="Times New Roman" w:hAnsi="Times New Roman"/>
          <w:b/>
          <w:sz w:val="24"/>
          <w:szCs w:val="24"/>
          <w:lang w:val="sr-Cyrl-CS"/>
        </w:rPr>
        <w:t>О ИЗМЕНИ РЕШЕЊА О ИМЕНОВАЊУ ГРАДСКЕ ИЗБОРНЕ КОМИСИЈЕ</w:t>
      </w:r>
    </w:p>
    <w:p w:rsidR="008D42AB" w:rsidRPr="0050373D" w:rsidRDefault="008D42AB" w:rsidP="00826F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373D">
        <w:rPr>
          <w:rFonts w:ascii="Times New Roman" w:hAnsi="Times New Roman"/>
          <w:b/>
          <w:sz w:val="24"/>
          <w:szCs w:val="24"/>
          <w:lang w:val="sr-Cyrl-CS"/>
        </w:rPr>
        <w:t>У СТАЛНОМ САСТАВУ</w:t>
      </w:r>
    </w:p>
    <w:p w:rsidR="008D42AB" w:rsidRPr="0050373D" w:rsidRDefault="008D42AB" w:rsidP="00826F7D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:rsidR="008D42AB" w:rsidRPr="0050373D" w:rsidRDefault="008D42AB" w:rsidP="00826F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42AB" w:rsidRPr="0050373D" w:rsidRDefault="008D42AB" w:rsidP="006664F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73D">
        <w:rPr>
          <w:rFonts w:ascii="Times New Roman" w:hAnsi="Times New Roman"/>
          <w:sz w:val="24"/>
          <w:szCs w:val="24"/>
        </w:rPr>
        <w:t>Члан 1.</w:t>
      </w:r>
    </w:p>
    <w:p w:rsidR="008D42AB" w:rsidRPr="0050373D" w:rsidRDefault="008D42AB" w:rsidP="00666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373D">
        <w:rPr>
          <w:rFonts w:ascii="Times New Roman" w:hAnsi="Times New Roman"/>
          <w:sz w:val="24"/>
          <w:szCs w:val="24"/>
          <w:lang w:val="sr-Cyrl-CS"/>
        </w:rPr>
        <w:tab/>
        <w:t xml:space="preserve">Решење о именовању Градске изборне комисије у сталном саставу („ Службени гласник града Врања“, број 27/16, 2/17,31/17 и 15/18),  у чл. </w:t>
      </w:r>
      <w:r w:rsidRPr="0050373D">
        <w:rPr>
          <w:rFonts w:ascii="Times New Roman" w:hAnsi="Times New Roman"/>
          <w:sz w:val="24"/>
          <w:szCs w:val="24"/>
        </w:rPr>
        <w:t>II, у ставу 2. мења се и гласи:</w:t>
      </w:r>
    </w:p>
    <w:p w:rsidR="008D42AB" w:rsidRPr="0050373D" w:rsidRDefault="008D42AB" w:rsidP="00666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373D">
        <w:rPr>
          <w:rFonts w:ascii="Times New Roman" w:hAnsi="Times New Roman"/>
          <w:sz w:val="24"/>
          <w:szCs w:val="24"/>
        </w:rPr>
        <w:tab/>
      </w:r>
    </w:p>
    <w:p w:rsidR="008D42AB" w:rsidRPr="0050373D" w:rsidRDefault="008D42AB" w:rsidP="00666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0373D">
        <w:rPr>
          <w:rFonts w:ascii="Times New Roman" w:hAnsi="Times New Roman"/>
          <w:sz w:val="24"/>
          <w:szCs w:val="24"/>
        </w:rPr>
        <w:t xml:space="preserve">             „За заменика секретара Градске изборне комисије именује се Јелена Јовић, дипл.правник из Врања “.</w:t>
      </w:r>
    </w:p>
    <w:p w:rsidR="008D42AB" w:rsidRPr="0050373D" w:rsidRDefault="008D42AB" w:rsidP="00666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D42AB" w:rsidRPr="0050373D" w:rsidRDefault="008D42AB" w:rsidP="006664F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73D">
        <w:rPr>
          <w:rFonts w:ascii="Times New Roman" w:hAnsi="Times New Roman"/>
          <w:sz w:val="24"/>
          <w:szCs w:val="24"/>
        </w:rPr>
        <w:t>Члан 2.</w:t>
      </w:r>
    </w:p>
    <w:p w:rsidR="008D42AB" w:rsidRPr="0050373D" w:rsidRDefault="008D42AB" w:rsidP="00666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0373D">
        <w:rPr>
          <w:rFonts w:ascii="Times New Roman" w:hAnsi="Times New Roman"/>
          <w:sz w:val="24"/>
          <w:szCs w:val="24"/>
          <w:lang w:val="sr-Cyrl-CS"/>
        </w:rPr>
        <w:t xml:space="preserve"> Мандат заменика секретара из чл. 1., </w:t>
      </w:r>
      <w:r w:rsidRPr="0050373D">
        <w:rPr>
          <w:rFonts w:ascii="Times New Roman" w:hAnsi="Times New Roman"/>
          <w:sz w:val="24"/>
          <w:szCs w:val="24"/>
        </w:rPr>
        <w:t xml:space="preserve">овог Решења траје до истека мандата чланова Градске изборне комисије у сталном саставу, именоване Решењем Скупштине града Врања, број: </w:t>
      </w:r>
      <w:r w:rsidRPr="0050373D">
        <w:rPr>
          <w:rFonts w:ascii="Times New Roman" w:hAnsi="Times New Roman"/>
          <w:sz w:val="24"/>
          <w:szCs w:val="24"/>
          <w:lang w:val="sr-Cyrl-CS"/>
        </w:rPr>
        <w:t xml:space="preserve">02-251/2016-13 од 13.09.2016.године. </w:t>
      </w:r>
    </w:p>
    <w:p w:rsidR="008D42AB" w:rsidRPr="0050373D" w:rsidRDefault="008D42AB" w:rsidP="00145E56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8D42AB" w:rsidRPr="0050373D" w:rsidRDefault="008D42AB" w:rsidP="00666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2AB" w:rsidRPr="0050373D" w:rsidRDefault="008D42AB" w:rsidP="006664F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73D">
        <w:rPr>
          <w:rFonts w:ascii="Times New Roman" w:hAnsi="Times New Roman"/>
          <w:sz w:val="24"/>
          <w:szCs w:val="24"/>
        </w:rPr>
        <w:t>Члан 3.</w:t>
      </w:r>
    </w:p>
    <w:p w:rsidR="008D42AB" w:rsidRPr="0050373D" w:rsidRDefault="008D42AB" w:rsidP="00666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0373D">
        <w:rPr>
          <w:rFonts w:ascii="Times New Roman" w:hAnsi="Times New Roman"/>
          <w:sz w:val="24"/>
          <w:szCs w:val="24"/>
          <w:lang w:val="sr-Cyrl-CS"/>
        </w:rPr>
        <w:tab/>
        <w:t>Решење ступа на снагу даном доношења и објавиће се у „Службеном гласнику града Врања“.</w:t>
      </w:r>
    </w:p>
    <w:p w:rsidR="008D42AB" w:rsidRPr="0050373D" w:rsidRDefault="008D42AB" w:rsidP="00666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D42AB" w:rsidRPr="0050373D" w:rsidRDefault="008D42AB" w:rsidP="00666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D42AB" w:rsidRPr="0050373D" w:rsidRDefault="008D42AB" w:rsidP="00666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2AB" w:rsidRPr="0050373D" w:rsidRDefault="008D42AB" w:rsidP="00666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0373D">
        <w:rPr>
          <w:rFonts w:ascii="Times New Roman" w:hAnsi="Times New Roman"/>
          <w:sz w:val="24"/>
          <w:szCs w:val="24"/>
          <w:lang w:val="sr-Cyrl-CS"/>
        </w:rPr>
        <w:tab/>
      </w:r>
      <w:r w:rsidRPr="0050373D">
        <w:rPr>
          <w:rFonts w:ascii="Times New Roman" w:hAnsi="Times New Roman"/>
          <w:b/>
          <w:sz w:val="24"/>
          <w:szCs w:val="24"/>
          <w:lang w:val="sr-Cyrl-CS"/>
        </w:rPr>
        <w:t>ПОУКА О ПРАВНОМ СРЕДСТВУ</w:t>
      </w:r>
      <w:r w:rsidRPr="0050373D">
        <w:rPr>
          <w:rFonts w:ascii="Times New Roman" w:hAnsi="Times New Roman"/>
          <w:sz w:val="24"/>
          <w:szCs w:val="24"/>
          <w:lang w:val="sr-Cyrl-CS"/>
        </w:rPr>
        <w:t>: Против овог решења се може уложити жалба Управном суду-Одељењу у Нишу, у року од 24 часа од дана доношења решења.</w:t>
      </w:r>
    </w:p>
    <w:p w:rsidR="008D42AB" w:rsidRPr="0050373D" w:rsidRDefault="008D42AB" w:rsidP="00826F7D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50373D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8D42AB" w:rsidRPr="0050373D" w:rsidRDefault="008D42AB" w:rsidP="00826F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42AB" w:rsidRPr="0050373D" w:rsidRDefault="008D42AB" w:rsidP="009803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373D">
        <w:rPr>
          <w:rFonts w:ascii="Times New Roman" w:hAnsi="Times New Roman"/>
          <w:b/>
          <w:sz w:val="24"/>
          <w:szCs w:val="24"/>
          <w:lang w:val="sr-Cyrl-CS"/>
        </w:rPr>
        <w:t>СКУПШТИНА ГРАДА ВРАЊА</w:t>
      </w:r>
    </w:p>
    <w:p w:rsidR="008D42AB" w:rsidRDefault="008D42AB" w:rsidP="009803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373D">
        <w:rPr>
          <w:rFonts w:ascii="Times New Roman" w:hAnsi="Times New Roman"/>
          <w:b/>
          <w:sz w:val="24"/>
          <w:szCs w:val="24"/>
        </w:rPr>
        <w:t xml:space="preserve">11.03.2019. </w:t>
      </w:r>
      <w:r w:rsidRPr="0050373D">
        <w:rPr>
          <w:rFonts w:ascii="Times New Roman" w:hAnsi="Times New Roman"/>
          <w:b/>
          <w:sz w:val="24"/>
          <w:szCs w:val="24"/>
          <w:lang w:val="sr-Cyrl-CS"/>
        </w:rPr>
        <w:t xml:space="preserve">године, број: </w:t>
      </w:r>
      <w:r w:rsidRPr="0050373D">
        <w:rPr>
          <w:rFonts w:ascii="Times New Roman" w:hAnsi="Times New Roman"/>
          <w:b/>
          <w:sz w:val="24"/>
          <w:szCs w:val="24"/>
        </w:rPr>
        <w:t>02-67/2019-10</w:t>
      </w:r>
    </w:p>
    <w:p w:rsidR="008D42AB" w:rsidRPr="0050373D" w:rsidRDefault="008D42AB" w:rsidP="009803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42AB" w:rsidRPr="0050373D" w:rsidRDefault="008D42AB" w:rsidP="009803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42AB" w:rsidRPr="0050373D" w:rsidRDefault="008D42AB" w:rsidP="009803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373D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    ПРЕДСЕДНИК</w:t>
      </w:r>
      <w:r w:rsidRPr="0050373D">
        <w:rPr>
          <w:rFonts w:ascii="Times New Roman" w:hAnsi="Times New Roman"/>
          <w:b/>
          <w:sz w:val="24"/>
          <w:szCs w:val="24"/>
        </w:rPr>
        <w:t xml:space="preserve"> СКУПШТИНЕ</w:t>
      </w:r>
    </w:p>
    <w:p w:rsidR="008D42AB" w:rsidRDefault="008D42AB" w:rsidP="009803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0373D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</w:t>
      </w:r>
      <w:r w:rsidRPr="005037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73D">
        <w:rPr>
          <w:rFonts w:ascii="Times New Roman" w:hAnsi="Times New Roman"/>
          <w:b/>
          <w:sz w:val="24"/>
          <w:szCs w:val="24"/>
          <w:lang w:val="sr-Cyrl-CS"/>
        </w:rPr>
        <w:t>Дејан Тричковић, спец.двм</w:t>
      </w:r>
      <w:r>
        <w:rPr>
          <w:rFonts w:ascii="Times New Roman" w:hAnsi="Times New Roman"/>
          <w:b/>
          <w:sz w:val="24"/>
          <w:szCs w:val="24"/>
        </w:rPr>
        <w:t>,с.р.</w:t>
      </w:r>
    </w:p>
    <w:p w:rsidR="008D42AB" w:rsidRDefault="008D42AB" w:rsidP="00563394">
      <w:pPr>
        <w:ind w:left="360"/>
        <w:jc w:val="both"/>
        <w:rPr>
          <w:b/>
        </w:rPr>
      </w:pPr>
    </w:p>
    <w:p w:rsidR="008D42AB" w:rsidRPr="00563394" w:rsidRDefault="008D42AB" w:rsidP="00563394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63394">
        <w:rPr>
          <w:rFonts w:ascii="Times New Roman" w:hAnsi="Times New Roman"/>
          <w:b/>
          <w:sz w:val="24"/>
          <w:szCs w:val="24"/>
        </w:rPr>
        <w:t xml:space="preserve">ТАЧНОСТ ПРЕПИСА ОВЕРАВА: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563394">
        <w:rPr>
          <w:rFonts w:ascii="Times New Roman" w:hAnsi="Times New Roman"/>
          <w:b/>
          <w:sz w:val="24"/>
          <w:szCs w:val="24"/>
        </w:rPr>
        <w:t>СЕКРЕТАР СКУПШТИНЕ</w:t>
      </w:r>
    </w:p>
    <w:p w:rsidR="008D42AB" w:rsidRPr="00563394" w:rsidRDefault="008D42AB" w:rsidP="00563394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6339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563394">
        <w:rPr>
          <w:rFonts w:ascii="Times New Roman" w:hAnsi="Times New Roman"/>
          <w:b/>
          <w:sz w:val="24"/>
          <w:szCs w:val="24"/>
        </w:rPr>
        <w:t>Марко Тричковић</w:t>
      </w:r>
    </w:p>
    <w:p w:rsidR="008D42AB" w:rsidRPr="00563394" w:rsidRDefault="008D42AB" w:rsidP="009803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8D42AB" w:rsidRPr="00563394" w:rsidSect="001B1B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38D"/>
    <w:rsid w:val="00040AAF"/>
    <w:rsid w:val="000A4A03"/>
    <w:rsid w:val="00113B0F"/>
    <w:rsid w:val="00145E56"/>
    <w:rsid w:val="00185F0D"/>
    <w:rsid w:val="001B1BE9"/>
    <w:rsid w:val="001C0EE7"/>
    <w:rsid w:val="001C40A0"/>
    <w:rsid w:val="001D4A99"/>
    <w:rsid w:val="00213316"/>
    <w:rsid w:val="0033192C"/>
    <w:rsid w:val="003B7903"/>
    <w:rsid w:val="0050373D"/>
    <w:rsid w:val="00563394"/>
    <w:rsid w:val="00566566"/>
    <w:rsid w:val="006664FF"/>
    <w:rsid w:val="007C6D73"/>
    <w:rsid w:val="00826F7D"/>
    <w:rsid w:val="008930A3"/>
    <w:rsid w:val="008B24F4"/>
    <w:rsid w:val="008B7999"/>
    <w:rsid w:val="008D42AB"/>
    <w:rsid w:val="008E7C7F"/>
    <w:rsid w:val="009056E2"/>
    <w:rsid w:val="0093404B"/>
    <w:rsid w:val="00943BBE"/>
    <w:rsid w:val="00980331"/>
    <w:rsid w:val="009F37D3"/>
    <w:rsid w:val="00AA5FBE"/>
    <w:rsid w:val="00AA7B95"/>
    <w:rsid w:val="00B0198E"/>
    <w:rsid w:val="00B452CC"/>
    <w:rsid w:val="00BC3B95"/>
    <w:rsid w:val="00BF0C52"/>
    <w:rsid w:val="00C13032"/>
    <w:rsid w:val="00C819AC"/>
    <w:rsid w:val="00D31145"/>
    <w:rsid w:val="00D353C9"/>
    <w:rsid w:val="00D430A6"/>
    <w:rsid w:val="00D5438D"/>
    <w:rsid w:val="00DF659D"/>
    <w:rsid w:val="00E063ED"/>
    <w:rsid w:val="00E56075"/>
    <w:rsid w:val="00E96B81"/>
    <w:rsid w:val="00EF61E4"/>
    <w:rsid w:val="00F440B4"/>
    <w:rsid w:val="00FB079E"/>
    <w:rsid w:val="00FE2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BE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uiPriority w:val="99"/>
    <w:semiHidden/>
    <w:rsid w:val="00826F7D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normal0">
    <w:name w:val="normal"/>
    <w:basedOn w:val="Normal"/>
    <w:uiPriority w:val="99"/>
    <w:rsid w:val="00AA5F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CharChar1">
    <w:name w:val="Char Char Char Char1"/>
    <w:basedOn w:val="Normal"/>
    <w:uiPriority w:val="99"/>
    <w:semiHidden/>
    <w:rsid w:val="00145E56"/>
    <w:pPr>
      <w:spacing w:after="160" w:line="240" w:lineRule="exact"/>
    </w:pPr>
    <w:rPr>
      <w:rFonts w:ascii="Tahoma" w:hAnsi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06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2</Pages>
  <Words>476</Words>
  <Characters>2719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sdjokovic</cp:lastModifiedBy>
  <cp:revision>88</cp:revision>
  <cp:lastPrinted>2019-03-12T12:41:00Z</cp:lastPrinted>
  <dcterms:created xsi:type="dcterms:W3CDTF">2019-01-31T11:08:00Z</dcterms:created>
  <dcterms:modified xsi:type="dcterms:W3CDTF">2019-03-19T10:21:00Z</dcterms:modified>
</cp:coreProperties>
</file>